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1C8" w:rsidRDefault="001E7FE4" w:rsidP="001E7FE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7FE4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Pr="00EA3EBD" w:rsidRDefault="001E7FE4" w:rsidP="001E7FE4">
      <w:pPr>
        <w:widowControl w:val="0"/>
        <w:jc w:val="center"/>
        <w:rPr>
          <w:sz w:val="28"/>
          <w:szCs w:val="28"/>
        </w:rPr>
      </w:pPr>
    </w:p>
    <w:p w:rsidR="001E7FE4" w:rsidRDefault="001E7FE4" w:rsidP="001E7FE4">
      <w:pPr>
        <w:pStyle w:val="12"/>
        <w:widowControl w:val="0"/>
        <w:spacing w:line="240" w:lineRule="auto"/>
        <w:ind w:right="5243"/>
        <w:jc w:val="both"/>
        <w:rPr>
          <w:szCs w:val="28"/>
        </w:rPr>
      </w:pPr>
    </w:p>
    <w:p w:rsidR="007B21C8" w:rsidRDefault="001E7FE4" w:rsidP="001E7FE4">
      <w:pPr>
        <w:pStyle w:val="12"/>
        <w:widowControl w:val="0"/>
        <w:spacing w:line="240" w:lineRule="auto"/>
        <w:ind w:right="5243"/>
        <w:jc w:val="both"/>
        <w:rPr>
          <w:szCs w:val="28"/>
        </w:rPr>
      </w:pPr>
      <w:r w:rsidRPr="007B21C8">
        <w:rPr>
          <w:szCs w:val="28"/>
        </w:rPr>
        <w:t>Об утверждении нормативных затрат на организацию и обеспечение бесплатным горячим питанием обучающихся по образовательным программам началь</w:t>
      </w:r>
      <w:r>
        <w:rPr>
          <w:szCs w:val="28"/>
        </w:rPr>
        <w:t>-</w:t>
      </w:r>
      <w:r w:rsidRPr="007B21C8">
        <w:rPr>
          <w:szCs w:val="28"/>
        </w:rPr>
        <w:t>ного общего образования в государ</w:t>
      </w:r>
      <w:r>
        <w:rPr>
          <w:szCs w:val="28"/>
        </w:rPr>
        <w:t>-</w:t>
      </w:r>
      <w:r w:rsidRPr="007B21C8">
        <w:rPr>
          <w:szCs w:val="28"/>
        </w:rPr>
        <w:t>ственных образовательных организациях</w:t>
      </w:r>
      <w:r w:rsidR="00D87EE4">
        <w:rPr>
          <w:szCs w:val="28"/>
        </w:rPr>
        <w:t xml:space="preserve"> Республики Татарстан</w:t>
      </w:r>
      <w:r>
        <w:rPr>
          <w:szCs w:val="28"/>
        </w:rPr>
        <w:t xml:space="preserve"> и </w:t>
      </w:r>
      <w:r w:rsidRPr="00346CF9">
        <w:rPr>
          <w:szCs w:val="28"/>
        </w:rPr>
        <w:t>средн</w:t>
      </w:r>
      <w:r>
        <w:rPr>
          <w:szCs w:val="28"/>
        </w:rPr>
        <w:t>ей</w:t>
      </w:r>
      <w:r w:rsidRPr="00346CF9">
        <w:rPr>
          <w:szCs w:val="28"/>
        </w:rPr>
        <w:t xml:space="preserve"> стоимост</w:t>
      </w:r>
      <w:r>
        <w:rPr>
          <w:szCs w:val="28"/>
        </w:rPr>
        <w:t>и г</w:t>
      </w:r>
      <w:r w:rsidRPr="00346CF9">
        <w:rPr>
          <w:szCs w:val="28"/>
        </w:rPr>
        <w:t>орячего</w:t>
      </w:r>
      <w:r>
        <w:rPr>
          <w:szCs w:val="28"/>
        </w:rPr>
        <w:t xml:space="preserve"> </w:t>
      </w:r>
      <w:r w:rsidRPr="00346CF9">
        <w:rPr>
          <w:szCs w:val="28"/>
        </w:rPr>
        <w:t>питания обуча</w:t>
      </w:r>
      <w:r w:rsidR="005F6740">
        <w:rPr>
          <w:szCs w:val="28"/>
        </w:rPr>
        <w:t>-</w:t>
      </w:r>
      <w:r w:rsidRPr="00346CF9">
        <w:rPr>
          <w:szCs w:val="28"/>
        </w:rPr>
        <w:t>ющ</w:t>
      </w:r>
      <w:r>
        <w:rPr>
          <w:szCs w:val="28"/>
        </w:rPr>
        <w:t>ихся</w:t>
      </w:r>
      <w:r>
        <w:t xml:space="preserve"> </w:t>
      </w:r>
      <w:r w:rsidRPr="00346CF9">
        <w:rPr>
          <w:szCs w:val="28"/>
        </w:rPr>
        <w:t xml:space="preserve">по </w:t>
      </w:r>
      <w:r w:rsidR="00D87EE4">
        <w:rPr>
          <w:szCs w:val="28"/>
        </w:rPr>
        <w:t xml:space="preserve">образовательным </w:t>
      </w:r>
      <w:r w:rsidRPr="00346CF9">
        <w:rPr>
          <w:szCs w:val="28"/>
        </w:rPr>
        <w:t>про</w:t>
      </w:r>
      <w:r w:rsidR="005F6740">
        <w:rPr>
          <w:szCs w:val="28"/>
        </w:rPr>
        <w:t>-</w:t>
      </w:r>
      <w:r w:rsidRPr="00346CF9">
        <w:rPr>
          <w:szCs w:val="28"/>
        </w:rPr>
        <w:t>граммам начального общего образования</w:t>
      </w:r>
    </w:p>
    <w:p w:rsidR="001E7FE4" w:rsidRDefault="001E7FE4" w:rsidP="001E7FE4">
      <w:pPr>
        <w:pStyle w:val="12"/>
        <w:widowControl w:val="0"/>
        <w:spacing w:line="240" w:lineRule="auto"/>
        <w:ind w:right="5243"/>
        <w:jc w:val="both"/>
        <w:rPr>
          <w:szCs w:val="28"/>
        </w:rPr>
      </w:pPr>
    </w:p>
    <w:p w:rsidR="0063127F" w:rsidRDefault="0063127F" w:rsidP="001E7FE4">
      <w:pPr>
        <w:pStyle w:val="12"/>
        <w:widowControl w:val="0"/>
        <w:spacing w:line="240" w:lineRule="auto"/>
        <w:ind w:firstLine="709"/>
        <w:jc w:val="right"/>
        <w:rPr>
          <w:szCs w:val="28"/>
        </w:rPr>
      </w:pPr>
    </w:p>
    <w:p w:rsidR="00A06D03" w:rsidRDefault="00A06D03" w:rsidP="001E7F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Министров Республики Татарстан </w:t>
      </w:r>
      <w:r w:rsidR="00BA6632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BA6632" w:rsidRDefault="00BA6632" w:rsidP="001E7F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47A0" w:rsidRPr="003E47A0" w:rsidRDefault="000152EF" w:rsidP="001E7FE4">
      <w:pPr>
        <w:pStyle w:val="ab"/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3E47A0">
        <w:rPr>
          <w:sz w:val="28"/>
          <w:szCs w:val="28"/>
        </w:rPr>
        <w:t>Утвердить</w:t>
      </w:r>
      <w:r w:rsidR="003E47A0" w:rsidRPr="003E47A0">
        <w:rPr>
          <w:sz w:val="28"/>
          <w:szCs w:val="28"/>
        </w:rPr>
        <w:t>:</w:t>
      </w:r>
    </w:p>
    <w:p w:rsidR="003E47A0" w:rsidRDefault="00A06D03" w:rsidP="001E7FE4">
      <w:pPr>
        <w:pStyle w:val="ab"/>
        <w:widowControl w:val="0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3E47A0">
        <w:rPr>
          <w:sz w:val="28"/>
          <w:szCs w:val="28"/>
        </w:rPr>
        <w:t xml:space="preserve">нормативные затраты на организацию и обеспечение бесплатным горячим питанием обучающихся по образовательным программам начального общего образования в </w:t>
      </w:r>
      <w:r w:rsidR="00263BB8" w:rsidRPr="003E47A0">
        <w:rPr>
          <w:sz w:val="28"/>
          <w:szCs w:val="28"/>
        </w:rPr>
        <w:t xml:space="preserve">государственных </w:t>
      </w:r>
      <w:r w:rsidRPr="003E47A0">
        <w:rPr>
          <w:sz w:val="28"/>
          <w:szCs w:val="28"/>
        </w:rPr>
        <w:t>образовательных организациях</w:t>
      </w:r>
      <w:r w:rsidR="00263BB8" w:rsidRPr="003E47A0">
        <w:rPr>
          <w:sz w:val="28"/>
          <w:szCs w:val="28"/>
        </w:rPr>
        <w:t xml:space="preserve"> </w:t>
      </w:r>
      <w:r w:rsidR="00D87EE4">
        <w:rPr>
          <w:sz w:val="28"/>
          <w:szCs w:val="28"/>
        </w:rPr>
        <w:t xml:space="preserve">Республики Татарстан </w:t>
      </w:r>
      <w:r w:rsidR="000152EF" w:rsidRPr="003E47A0">
        <w:rPr>
          <w:sz w:val="28"/>
          <w:szCs w:val="28"/>
        </w:rPr>
        <w:t xml:space="preserve">на одного обучающегося в день </w:t>
      </w:r>
      <w:r w:rsidR="00BA6632" w:rsidRPr="003E47A0">
        <w:rPr>
          <w:sz w:val="28"/>
          <w:szCs w:val="28"/>
        </w:rPr>
        <w:t>на</w:t>
      </w:r>
      <w:r w:rsidR="00DC065B" w:rsidRPr="003E47A0">
        <w:rPr>
          <w:sz w:val="28"/>
          <w:szCs w:val="28"/>
        </w:rPr>
        <w:t xml:space="preserve"> 202</w:t>
      </w:r>
      <w:r w:rsidR="00E65C8C">
        <w:rPr>
          <w:sz w:val="28"/>
          <w:szCs w:val="28"/>
        </w:rPr>
        <w:t>4</w:t>
      </w:r>
      <w:r w:rsidR="00DC065B" w:rsidRPr="003E47A0">
        <w:rPr>
          <w:sz w:val="28"/>
          <w:szCs w:val="28"/>
        </w:rPr>
        <w:t xml:space="preserve"> год </w:t>
      </w:r>
      <w:r w:rsidR="00263BB8" w:rsidRPr="003E47A0">
        <w:rPr>
          <w:sz w:val="28"/>
          <w:szCs w:val="28"/>
        </w:rPr>
        <w:t xml:space="preserve">в размере </w:t>
      </w:r>
      <w:r w:rsidR="00E65C8C">
        <w:rPr>
          <w:sz w:val="28"/>
          <w:szCs w:val="28"/>
        </w:rPr>
        <w:t>66,76</w:t>
      </w:r>
      <w:r w:rsidR="00263BB8" w:rsidRPr="003E47A0">
        <w:rPr>
          <w:sz w:val="28"/>
          <w:szCs w:val="28"/>
        </w:rPr>
        <w:t xml:space="preserve"> рубля</w:t>
      </w:r>
      <w:r w:rsidR="00DC065B" w:rsidRPr="003E47A0">
        <w:rPr>
          <w:sz w:val="28"/>
          <w:szCs w:val="28"/>
        </w:rPr>
        <w:t xml:space="preserve">, </w:t>
      </w:r>
      <w:r w:rsidR="002C39F6" w:rsidRPr="003E47A0">
        <w:rPr>
          <w:sz w:val="28"/>
          <w:szCs w:val="28"/>
        </w:rPr>
        <w:t xml:space="preserve">на </w:t>
      </w:r>
      <w:r w:rsidR="0032367F">
        <w:rPr>
          <w:sz w:val="28"/>
          <w:szCs w:val="28"/>
        </w:rPr>
        <w:t xml:space="preserve">      </w:t>
      </w:r>
      <w:r w:rsidR="00DC065B" w:rsidRPr="003E47A0">
        <w:rPr>
          <w:sz w:val="28"/>
          <w:szCs w:val="28"/>
        </w:rPr>
        <w:t>202</w:t>
      </w:r>
      <w:r w:rsidR="00E65C8C">
        <w:rPr>
          <w:sz w:val="28"/>
          <w:szCs w:val="28"/>
        </w:rPr>
        <w:t>5</w:t>
      </w:r>
      <w:r w:rsidR="00DC065B" w:rsidRPr="003E47A0">
        <w:rPr>
          <w:sz w:val="28"/>
          <w:szCs w:val="28"/>
        </w:rPr>
        <w:t xml:space="preserve"> год </w:t>
      </w:r>
      <w:r w:rsidR="0032367F">
        <w:rPr>
          <w:sz w:val="28"/>
          <w:szCs w:val="28"/>
        </w:rPr>
        <w:t>–</w:t>
      </w:r>
      <w:r w:rsidR="00DC065B" w:rsidRPr="003E47A0">
        <w:rPr>
          <w:sz w:val="28"/>
          <w:szCs w:val="28"/>
        </w:rPr>
        <w:t xml:space="preserve"> </w:t>
      </w:r>
      <w:r w:rsidR="00E65C8C">
        <w:rPr>
          <w:sz w:val="28"/>
          <w:szCs w:val="28"/>
        </w:rPr>
        <w:t>69,43</w:t>
      </w:r>
      <w:r w:rsidR="00DC065B" w:rsidRPr="003E47A0">
        <w:rPr>
          <w:sz w:val="28"/>
          <w:szCs w:val="28"/>
        </w:rPr>
        <w:t xml:space="preserve"> рубля</w:t>
      </w:r>
      <w:r w:rsidR="002C39F6" w:rsidRPr="003E47A0">
        <w:rPr>
          <w:sz w:val="28"/>
          <w:szCs w:val="28"/>
        </w:rPr>
        <w:t>, на 202</w:t>
      </w:r>
      <w:r w:rsidR="00E65C8C">
        <w:rPr>
          <w:sz w:val="28"/>
          <w:szCs w:val="28"/>
        </w:rPr>
        <w:t>6</w:t>
      </w:r>
      <w:r w:rsidR="002C39F6" w:rsidRPr="003E47A0">
        <w:rPr>
          <w:sz w:val="28"/>
          <w:szCs w:val="28"/>
        </w:rPr>
        <w:t xml:space="preserve"> год </w:t>
      </w:r>
      <w:r w:rsidR="0032367F">
        <w:rPr>
          <w:sz w:val="28"/>
          <w:szCs w:val="28"/>
        </w:rPr>
        <w:t xml:space="preserve">– </w:t>
      </w:r>
      <w:r w:rsidR="00E65C8C">
        <w:rPr>
          <w:sz w:val="28"/>
          <w:szCs w:val="28"/>
        </w:rPr>
        <w:t>72,21</w:t>
      </w:r>
      <w:r w:rsidR="002C39F6" w:rsidRPr="003E47A0">
        <w:rPr>
          <w:sz w:val="28"/>
          <w:szCs w:val="28"/>
        </w:rPr>
        <w:t xml:space="preserve"> рубля</w:t>
      </w:r>
      <w:r w:rsidR="003E47A0">
        <w:rPr>
          <w:sz w:val="28"/>
          <w:szCs w:val="28"/>
        </w:rPr>
        <w:t>;</w:t>
      </w:r>
    </w:p>
    <w:p w:rsidR="003E47A0" w:rsidRDefault="003E47A0" w:rsidP="001E7F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среднюю стоимость горячего питания на одного обучающегося по </w:t>
      </w:r>
      <w:r w:rsidR="00D87EE4">
        <w:rPr>
          <w:sz w:val="28"/>
          <w:szCs w:val="28"/>
        </w:rPr>
        <w:t xml:space="preserve">образовательным </w:t>
      </w:r>
      <w:r>
        <w:rPr>
          <w:sz w:val="28"/>
          <w:szCs w:val="28"/>
        </w:rPr>
        <w:t xml:space="preserve">программам начального общего образования в день </w:t>
      </w:r>
      <w:r w:rsidRPr="003E47A0">
        <w:rPr>
          <w:sz w:val="28"/>
          <w:szCs w:val="28"/>
        </w:rPr>
        <w:t>на 202</w:t>
      </w:r>
      <w:r w:rsidR="00E65C8C">
        <w:rPr>
          <w:sz w:val="28"/>
          <w:szCs w:val="28"/>
        </w:rPr>
        <w:t>4</w:t>
      </w:r>
      <w:r w:rsidRPr="003E47A0">
        <w:rPr>
          <w:sz w:val="28"/>
          <w:szCs w:val="28"/>
        </w:rPr>
        <w:t xml:space="preserve"> год в размере </w:t>
      </w:r>
      <w:r w:rsidR="00E65C8C">
        <w:rPr>
          <w:sz w:val="28"/>
          <w:szCs w:val="28"/>
        </w:rPr>
        <w:t>66,76</w:t>
      </w:r>
      <w:r w:rsidRPr="003E47A0">
        <w:rPr>
          <w:sz w:val="28"/>
          <w:szCs w:val="28"/>
        </w:rPr>
        <w:t xml:space="preserve"> рубля, на 202</w:t>
      </w:r>
      <w:r w:rsidR="00E65C8C">
        <w:rPr>
          <w:sz w:val="28"/>
          <w:szCs w:val="28"/>
        </w:rPr>
        <w:t>5</w:t>
      </w:r>
      <w:r w:rsidRPr="003E47A0">
        <w:rPr>
          <w:sz w:val="28"/>
          <w:szCs w:val="28"/>
        </w:rPr>
        <w:t xml:space="preserve"> год </w:t>
      </w:r>
      <w:r w:rsidR="0032367F">
        <w:rPr>
          <w:sz w:val="28"/>
          <w:szCs w:val="28"/>
        </w:rPr>
        <w:t xml:space="preserve">– </w:t>
      </w:r>
      <w:r w:rsidR="00E65C8C">
        <w:rPr>
          <w:sz w:val="28"/>
          <w:szCs w:val="28"/>
        </w:rPr>
        <w:t>69,43</w:t>
      </w:r>
      <w:r w:rsidRPr="003E47A0">
        <w:rPr>
          <w:sz w:val="28"/>
          <w:szCs w:val="28"/>
        </w:rPr>
        <w:t xml:space="preserve"> рубля, на 202</w:t>
      </w:r>
      <w:r w:rsidR="00E65C8C">
        <w:rPr>
          <w:sz w:val="28"/>
          <w:szCs w:val="28"/>
        </w:rPr>
        <w:t>6</w:t>
      </w:r>
      <w:r w:rsidRPr="003E47A0">
        <w:rPr>
          <w:sz w:val="28"/>
          <w:szCs w:val="28"/>
        </w:rPr>
        <w:t xml:space="preserve"> год </w:t>
      </w:r>
      <w:r w:rsidR="0032367F">
        <w:rPr>
          <w:sz w:val="28"/>
          <w:szCs w:val="28"/>
        </w:rPr>
        <w:t xml:space="preserve">– </w:t>
      </w:r>
      <w:r w:rsidR="00E65C8C">
        <w:rPr>
          <w:sz w:val="28"/>
          <w:szCs w:val="28"/>
        </w:rPr>
        <w:t>72,21</w:t>
      </w:r>
      <w:r w:rsidRPr="003E47A0">
        <w:rPr>
          <w:sz w:val="28"/>
          <w:szCs w:val="28"/>
        </w:rPr>
        <w:t xml:space="preserve"> рубля</w:t>
      </w:r>
      <w:r>
        <w:rPr>
          <w:sz w:val="28"/>
          <w:szCs w:val="28"/>
        </w:rPr>
        <w:t>.</w:t>
      </w:r>
    </w:p>
    <w:p w:rsidR="00331D3C" w:rsidRDefault="00331D3C" w:rsidP="001E7FE4">
      <w:pPr>
        <w:pStyle w:val="ab"/>
        <w:widowControl w:val="0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7FE4">
        <w:rPr>
          <w:sz w:val="28"/>
          <w:szCs w:val="28"/>
        </w:rPr>
        <w:t> </w:t>
      </w:r>
      <w:r>
        <w:rPr>
          <w:sz w:val="28"/>
          <w:szCs w:val="28"/>
        </w:rPr>
        <w:t xml:space="preserve">Рекомендовать органам местного самоуправления принять </w:t>
      </w:r>
      <w:r w:rsidRPr="00331D3C">
        <w:rPr>
          <w:sz w:val="28"/>
          <w:szCs w:val="28"/>
        </w:rPr>
        <w:t>аналогичные решения по установлению нормативны</w:t>
      </w:r>
      <w:r>
        <w:rPr>
          <w:sz w:val="28"/>
          <w:szCs w:val="28"/>
        </w:rPr>
        <w:t>х</w:t>
      </w:r>
      <w:r w:rsidRPr="00331D3C">
        <w:rPr>
          <w:sz w:val="28"/>
          <w:szCs w:val="28"/>
        </w:rPr>
        <w:t xml:space="preserve"> затрат на организацию и обеспечение бесплатным горячим питанием обучающихся по образовательным программам начального общего образования в </w:t>
      </w:r>
      <w:r>
        <w:rPr>
          <w:sz w:val="28"/>
          <w:szCs w:val="28"/>
        </w:rPr>
        <w:t>муниципальных</w:t>
      </w:r>
      <w:r w:rsidRPr="00331D3C">
        <w:rPr>
          <w:sz w:val="28"/>
          <w:szCs w:val="28"/>
        </w:rPr>
        <w:t xml:space="preserve"> образовательных организациях на одного обучающегося в день</w:t>
      </w:r>
      <w:r>
        <w:rPr>
          <w:sz w:val="28"/>
          <w:szCs w:val="28"/>
        </w:rPr>
        <w:t>.</w:t>
      </w:r>
    </w:p>
    <w:p w:rsidR="00E66BE6" w:rsidRDefault="00331D3C" w:rsidP="001E7F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118F4">
        <w:rPr>
          <w:sz w:val="28"/>
          <w:szCs w:val="28"/>
        </w:rPr>
        <w:t>.</w:t>
      </w:r>
      <w:r w:rsidR="001E7FE4">
        <w:rPr>
          <w:sz w:val="28"/>
          <w:szCs w:val="28"/>
        </w:rPr>
        <w:t> </w:t>
      </w:r>
      <w:r w:rsidR="002118F4">
        <w:rPr>
          <w:sz w:val="28"/>
          <w:szCs w:val="28"/>
        </w:rPr>
        <w:t>Признать утратившим</w:t>
      </w:r>
      <w:r w:rsidR="00E66BE6">
        <w:rPr>
          <w:sz w:val="28"/>
          <w:szCs w:val="28"/>
        </w:rPr>
        <w:t>и</w:t>
      </w:r>
      <w:r w:rsidR="002118F4">
        <w:rPr>
          <w:sz w:val="28"/>
          <w:szCs w:val="28"/>
        </w:rPr>
        <w:t xml:space="preserve"> силу</w:t>
      </w:r>
      <w:r w:rsidR="00E66BE6">
        <w:rPr>
          <w:sz w:val="28"/>
          <w:szCs w:val="28"/>
        </w:rPr>
        <w:t xml:space="preserve"> </w:t>
      </w:r>
      <w:r w:rsidR="00D87EE4">
        <w:rPr>
          <w:sz w:val="28"/>
          <w:szCs w:val="28"/>
        </w:rPr>
        <w:t xml:space="preserve">следующие </w:t>
      </w:r>
      <w:r w:rsidR="002118F4">
        <w:rPr>
          <w:sz w:val="28"/>
          <w:szCs w:val="28"/>
        </w:rPr>
        <w:t>постановлени</w:t>
      </w:r>
      <w:r w:rsidR="00E66BE6">
        <w:rPr>
          <w:sz w:val="28"/>
          <w:szCs w:val="28"/>
        </w:rPr>
        <w:t>я</w:t>
      </w:r>
      <w:r w:rsidR="002118F4">
        <w:rPr>
          <w:sz w:val="28"/>
          <w:szCs w:val="28"/>
        </w:rPr>
        <w:t xml:space="preserve"> Кабинета Министров Республики Татарстан</w:t>
      </w:r>
      <w:r w:rsidR="00E66BE6">
        <w:rPr>
          <w:sz w:val="28"/>
          <w:szCs w:val="28"/>
        </w:rPr>
        <w:t>:</w:t>
      </w:r>
    </w:p>
    <w:p w:rsidR="002118F4" w:rsidRDefault="001D13CA" w:rsidP="001E7F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66BE6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CC0141">
        <w:rPr>
          <w:sz w:val="28"/>
          <w:szCs w:val="28"/>
        </w:rPr>
        <w:t>09</w:t>
      </w:r>
      <w:r>
        <w:rPr>
          <w:sz w:val="28"/>
          <w:szCs w:val="28"/>
        </w:rPr>
        <w:t>.202</w:t>
      </w:r>
      <w:r w:rsidR="00E66BE6">
        <w:rPr>
          <w:sz w:val="28"/>
          <w:szCs w:val="28"/>
        </w:rPr>
        <w:t>2</w:t>
      </w:r>
      <w:r>
        <w:rPr>
          <w:sz w:val="28"/>
          <w:szCs w:val="28"/>
        </w:rPr>
        <w:t xml:space="preserve"> №</w:t>
      </w:r>
      <w:r w:rsidR="001E7FE4">
        <w:rPr>
          <w:sz w:val="28"/>
          <w:szCs w:val="28"/>
        </w:rPr>
        <w:t xml:space="preserve"> </w:t>
      </w:r>
      <w:r w:rsidR="00E66BE6">
        <w:rPr>
          <w:sz w:val="28"/>
          <w:szCs w:val="28"/>
        </w:rPr>
        <w:t>991</w:t>
      </w:r>
      <w:r>
        <w:rPr>
          <w:sz w:val="28"/>
          <w:szCs w:val="28"/>
        </w:rPr>
        <w:t xml:space="preserve"> «Об утверждении нормативных затрат </w:t>
      </w:r>
      <w:r w:rsidRPr="001D13CA">
        <w:rPr>
          <w:sz w:val="28"/>
          <w:szCs w:val="28"/>
        </w:rPr>
        <w:t xml:space="preserve">на организацию и обеспечение бесплатным горячим питанием обучающихся по образовательным </w:t>
      </w:r>
      <w:r w:rsidRPr="001D13CA">
        <w:rPr>
          <w:sz w:val="28"/>
          <w:szCs w:val="28"/>
        </w:rPr>
        <w:lastRenderedPageBreak/>
        <w:t>программам начального общего образования в государственных образовательных организациях</w:t>
      </w:r>
      <w:r w:rsidR="00CC0141">
        <w:rPr>
          <w:sz w:val="28"/>
          <w:szCs w:val="28"/>
        </w:rPr>
        <w:t xml:space="preserve"> и средней стоимости горячего питания обучающихся по программам начального общего образования</w:t>
      </w:r>
      <w:r>
        <w:rPr>
          <w:sz w:val="28"/>
          <w:szCs w:val="28"/>
        </w:rPr>
        <w:t>»</w:t>
      </w:r>
      <w:r w:rsidR="00D87EE4">
        <w:rPr>
          <w:sz w:val="28"/>
          <w:szCs w:val="28"/>
        </w:rPr>
        <w:t>;</w:t>
      </w:r>
    </w:p>
    <w:p w:rsidR="00E66BE6" w:rsidRDefault="00E66BE6" w:rsidP="001E7F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03.10.2022 №</w:t>
      </w:r>
      <w:r w:rsidR="001E7F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1065 «О внесении изменений </w:t>
      </w:r>
      <w:r w:rsidR="00547D87">
        <w:rPr>
          <w:sz w:val="28"/>
          <w:szCs w:val="28"/>
        </w:rPr>
        <w:t>в постановление Кабинета Министров Республики Татарстан от 14.09.2022 №</w:t>
      </w:r>
      <w:r w:rsidR="001E7FE4">
        <w:rPr>
          <w:sz w:val="28"/>
          <w:szCs w:val="28"/>
        </w:rPr>
        <w:t xml:space="preserve"> </w:t>
      </w:r>
      <w:r w:rsidR="00547D87">
        <w:rPr>
          <w:sz w:val="28"/>
          <w:szCs w:val="28"/>
        </w:rPr>
        <w:t>991 «</w:t>
      </w:r>
      <w:r>
        <w:rPr>
          <w:sz w:val="28"/>
          <w:szCs w:val="28"/>
        </w:rPr>
        <w:t>Об утверждении норма</w:t>
      </w:r>
      <w:r w:rsidR="001E7FE4">
        <w:rPr>
          <w:sz w:val="28"/>
          <w:szCs w:val="28"/>
        </w:rPr>
        <w:t>-</w:t>
      </w:r>
      <w:r>
        <w:rPr>
          <w:sz w:val="28"/>
          <w:szCs w:val="28"/>
        </w:rPr>
        <w:t xml:space="preserve">тивных затрат </w:t>
      </w:r>
      <w:r w:rsidRPr="001D13CA">
        <w:rPr>
          <w:sz w:val="28"/>
          <w:szCs w:val="28"/>
        </w:rPr>
        <w:t>на организацию и обеспечение бесплатным горячим питанием обучающихся по образовательным программам начального общего образования в государственных образовательных организациях</w:t>
      </w:r>
      <w:r>
        <w:rPr>
          <w:sz w:val="28"/>
          <w:szCs w:val="28"/>
        </w:rPr>
        <w:t xml:space="preserve"> и средней стоимости горячего питания обучающихся по программам начального общего образования»</w:t>
      </w:r>
      <w:r w:rsidR="00547D87">
        <w:rPr>
          <w:sz w:val="28"/>
          <w:szCs w:val="28"/>
        </w:rPr>
        <w:t>.</w:t>
      </w:r>
    </w:p>
    <w:p w:rsidR="001D13CA" w:rsidRDefault="00331D3C" w:rsidP="001E7F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D13CA">
        <w:rPr>
          <w:sz w:val="28"/>
          <w:szCs w:val="28"/>
        </w:rPr>
        <w:t>.</w:t>
      </w:r>
      <w:r w:rsidR="001E7FE4">
        <w:rPr>
          <w:sz w:val="28"/>
          <w:szCs w:val="28"/>
        </w:rPr>
        <w:t> </w:t>
      </w:r>
      <w:r w:rsidR="001D13CA">
        <w:rPr>
          <w:sz w:val="28"/>
          <w:szCs w:val="28"/>
        </w:rPr>
        <w:t xml:space="preserve">Установить, что настоящее постановление вступает в силу с 1 января </w:t>
      </w:r>
      <w:r w:rsidR="001E7FE4">
        <w:rPr>
          <w:sz w:val="28"/>
          <w:szCs w:val="28"/>
        </w:rPr>
        <w:br/>
      </w:r>
      <w:r w:rsidR="001D13CA">
        <w:rPr>
          <w:sz w:val="28"/>
          <w:szCs w:val="28"/>
        </w:rPr>
        <w:t>202</w:t>
      </w:r>
      <w:r w:rsidR="00547D87">
        <w:rPr>
          <w:sz w:val="28"/>
          <w:szCs w:val="28"/>
        </w:rPr>
        <w:t>4</w:t>
      </w:r>
      <w:r w:rsidR="001D13CA">
        <w:rPr>
          <w:sz w:val="28"/>
          <w:szCs w:val="28"/>
        </w:rPr>
        <w:t xml:space="preserve"> года.</w:t>
      </w:r>
    </w:p>
    <w:p w:rsidR="00263BB8" w:rsidRDefault="00263BB8" w:rsidP="001E7F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7FE4" w:rsidRDefault="001E7FE4" w:rsidP="001E7F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5D3F" w:rsidRDefault="008D5D3F" w:rsidP="001E7F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342D" w:rsidRPr="00B379BE" w:rsidRDefault="00C0342D" w:rsidP="001E7FE4">
      <w:pPr>
        <w:pStyle w:val="12"/>
        <w:widowControl w:val="0"/>
        <w:spacing w:line="240" w:lineRule="auto"/>
        <w:jc w:val="both"/>
        <w:rPr>
          <w:szCs w:val="28"/>
        </w:rPr>
      </w:pPr>
      <w:r w:rsidRPr="00B379BE">
        <w:rPr>
          <w:szCs w:val="28"/>
        </w:rPr>
        <w:t>Премьер-министр</w:t>
      </w:r>
    </w:p>
    <w:p w:rsidR="0047122C" w:rsidRDefault="00C0342D" w:rsidP="001E7FE4">
      <w:pPr>
        <w:pStyle w:val="12"/>
        <w:widowControl w:val="0"/>
        <w:spacing w:line="240" w:lineRule="auto"/>
        <w:jc w:val="both"/>
        <w:rPr>
          <w:szCs w:val="28"/>
        </w:rPr>
      </w:pPr>
      <w:r w:rsidRPr="00B379BE">
        <w:rPr>
          <w:szCs w:val="28"/>
        </w:rPr>
        <w:t xml:space="preserve">Республики Татарстан </w:t>
      </w:r>
      <w:r w:rsidRPr="00B379BE">
        <w:rPr>
          <w:szCs w:val="28"/>
        </w:rPr>
        <w:tab/>
      </w:r>
      <w:r w:rsidRPr="00B379BE">
        <w:rPr>
          <w:szCs w:val="28"/>
        </w:rPr>
        <w:tab/>
      </w:r>
      <w:r w:rsidRPr="00B379BE">
        <w:rPr>
          <w:szCs w:val="28"/>
        </w:rPr>
        <w:tab/>
      </w:r>
      <w:r w:rsidRPr="00B379BE">
        <w:rPr>
          <w:szCs w:val="28"/>
        </w:rPr>
        <w:tab/>
      </w:r>
      <w:r w:rsidRPr="00B379BE">
        <w:rPr>
          <w:szCs w:val="28"/>
        </w:rPr>
        <w:tab/>
      </w:r>
      <w:r w:rsidRPr="00B379BE">
        <w:rPr>
          <w:szCs w:val="28"/>
        </w:rPr>
        <w:tab/>
      </w:r>
      <w:r w:rsidR="006E2488" w:rsidRPr="00B379BE">
        <w:rPr>
          <w:szCs w:val="28"/>
        </w:rPr>
        <w:tab/>
      </w:r>
      <w:r w:rsidR="006E2488" w:rsidRPr="00B379BE">
        <w:rPr>
          <w:szCs w:val="28"/>
        </w:rPr>
        <w:tab/>
      </w:r>
      <w:r w:rsidR="006E2488" w:rsidRPr="00B379BE">
        <w:rPr>
          <w:szCs w:val="28"/>
        </w:rPr>
        <w:tab/>
      </w:r>
      <w:r w:rsidRPr="00B379BE">
        <w:rPr>
          <w:szCs w:val="28"/>
        </w:rPr>
        <w:t>А.В.Песошин</w:t>
      </w:r>
    </w:p>
    <w:p w:rsidR="001E7FE4" w:rsidRDefault="001E7FE4" w:rsidP="001E7FE4">
      <w:pPr>
        <w:pStyle w:val="12"/>
        <w:widowControl w:val="0"/>
        <w:spacing w:line="240" w:lineRule="auto"/>
        <w:jc w:val="both"/>
        <w:rPr>
          <w:szCs w:val="28"/>
        </w:rPr>
      </w:pPr>
    </w:p>
    <w:p w:rsidR="001E7FE4" w:rsidRDefault="001E7FE4" w:rsidP="001E7FE4">
      <w:pPr>
        <w:pStyle w:val="12"/>
        <w:widowControl w:val="0"/>
        <w:spacing w:line="240" w:lineRule="auto"/>
        <w:jc w:val="both"/>
        <w:rPr>
          <w:szCs w:val="28"/>
        </w:rPr>
      </w:pPr>
    </w:p>
    <w:p w:rsidR="001E7FE4" w:rsidRDefault="001E7FE4" w:rsidP="001E7FE4">
      <w:pPr>
        <w:pStyle w:val="12"/>
        <w:widowControl w:val="0"/>
        <w:spacing w:line="240" w:lineRule="auto"/>
        <w:jc w:val="both"/>
        <w:rPr>
          <w:szCs w:val="28"/>
        </w:rPr>
      </w:pPr>
    </w:p>
    <w:p w:rsidR="001E7FE4" w:rsidRDefault="001E7FE4" w:rsidP="001E7FE4">
      <w:pPr>
        <w:pStyle w:val="12"/>
        <w:widowControl w:val="0"/>
        <w:spacing w:line="240" w:lineRule="auto"/>
        <w:jc w:val="both"/>
        <w:rPr>
          <w:szCs w:val="28"/>
        </w:rPr>
      </w:pPr>
    </w:p>
    <w:p w:rsidR="001E7FE4" w:rsidRDefault="001E7FE4" w:rsidP="001E7FE4">
      <w:pPr>
        <w:pStyle w:val="12"/>
        <w:widowControl w:val="0"/>
        <w:spacing w:line="240" w:lineRule="auto"/>
        <w:jc w:val="both"/>
        <w:rPr>
          <w:szCs w:val="28"/>
        </w:rPr>
      </w:pPr>
    </w:p>
    <w:p w:rsidR="001E7FE4" w:rsidRDefault="001E7FE4" w:rsidP="001E7FE4">
      <w:pPr>
        <w:pStyle w:val="12"/>
        <w:widowControl w:val="0"/>
        <w:spacing w:line="240" w:lineRule="auto"/>
        <w:jc w:val="both"/>
        <w:rPr>
          <w:szCs w:val="28"/>
        </w:rPr>
      </w:pPr>
    </w:p>
    <w:p w:rsidR="001E7FE4" w:rsidRDefault="001E7FE4" w:rsidP="001E7FE4">
      <w:pPr>
        <w:pStyle w:val="12"/>
        <w:widowControl w:val="0"/>
        <w:spacing w:line="240" w:lineRule="auto"/>
        <w:jc w:val="both"/>
        <w:rPr>
          <w:szCs w:val="28"/>
        </w:rPr>
      </w:pPr>
    </w:p>
    <w:p w:rsidR="001E7FE4" w:rsidRDefault="001E7FE4" w:rsidP="001E7FE4">
      <w:pPr>
        <w:pStyle w:val="12"/>
        <w:widowControl w:val="0"/>
        <w:spacing w:line="240" w:lineRule="auto"/>
        <w:jc w:val="both"/>
        <w:rPr>
          <w:szCs w:val="28"/>
        </w:rPr>
      </w:pPr>
    </w:p>
    <w:p w:rsidR="001E7FE4" w:rsidRDefault="001E7FE4" w:rsidP="001E7FE4">
      <w:pPr>
        <w:pStyle w:val="12"/>
        <w:widowControl w:val="0"/>
        <w:spacing w:line="240" w:lineRule="auto"/>
        <w:jc w:val="both"/>
        <w:rPr>
          <w:szCs w:val="28"/>
        </w:rPr>
      </w:pPr>
      <w:bookmarkStart w:id="0" w:name="_GoBack"/>
      <w:bookmarkEnd w:id="0"/>
    </w:p>
    <w:sectPr w:rsidR="001E7FE4" w:rsidSect="00B1628A">
      <w:pgSz w:w="11906" w:h="16838" w:code="9"/>
      <w:pgMar w:top="1134" w:right="567" w:bottom="851" w:left="1134" w:header="45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969" w:rsidRDefault="00705969">
      <w:r>
        <w:separator/>
      </w:r>
    </w:p>
  </w:endnote>
  <w:endnote w:type="continuationSeparator" w:id="0">
    <w:p w:rsidR="00705969" w:rsidRDefault="0070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969" w:rsidRDefault="00705969">
      <w:r>
        <w:separator/>
      </w:r>
    </w:p>
  </w:footnote>
  <w:footnote w:type="continuationSeparator" w:id="0">
    <w:p w:rsidR="00705969" w:rsidRDefault="00705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3C16"/>
    <w:multiLevelType w:val="hybridMultilevel"/>
    <w:tmpl w:val="B00403CE"/>
    <w:lvl w:ilvl="0" w:tplc="A1F498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D"/>
    <w:rsid w:val="00001198"/>
    <w:rsid w:val="00003068"/>
    <w:rsid w:val="00006A09"/>
    <w:rsid w:val="00007BBA"/>
    <w:rsid w:val="000108C2"/>
    <w:rsid w:val="000152EF"/>
    <w:rsid w:val="00026A34"/>
    <w:rsid w:val="00051CD7"/>
    <w:rsid w:val="00057354"/>
    <w:rsid w:val="00061A9E"/>
    <w:rsid w:val="000652D7"/>
    <w:rsid w:val="00071953"/>
    <w:rsid w:val="00072595"/>
    <w:rsid w:val="00080484"/>
    <w:rsid w:val="00081932"/>
    <w:rsid w:val="00084553"/>
    <w:rsid w:val="00093A89"/>
    <w:rsid w:val="00094464"/>
    <w:rsid w:val="000A3DA1"/>
    <w:rsid w:val="000B1577"/>
    <w:rsid w:val="000B6C4D"/>
    <w:rsid w:val="000B7F5D"/>
    <w:rsid w:val="000C00E9"/>
    <w:rsid w:val="000C6571"/>
    <w:rsid w:val="000D6EDE"/>
    <w:rsid w:val="000D76F8"/>
    <w:rsid w:val="000E1AC7"/>
    <w:rsid w:val="000F084B"/>
    <w:rsid w:val="000F3019"/>
    <w:rsid w:val="00114B15"/>
    <w:rsid w:val="001175E2"/>
    <w:rsid w:val="00123BD0"/>
    <w:rsid w:val="001245E0"/>
    <w:rsid w:val="001313B5"/>
    <w:rsid w:val="00133170"/>
    <w:rsid w:val="00135116"/>
    <w:rsid w:val="0014138C"/>
    <w:rsid w:val="0014341F"/>
    <w:rsid w:val="00161D0F"/>
    <w:rsid w:val="0018038A"/>
    <w:rsid w:val="00184496"/>
    <w:rsid w:val="001875EE"/>
    <w:rsid w:val="00190C73"/>
    <w:rsid w:val="00195EC2"/>
    <w:rsid w:val="001A1BB9"/>
    <w:rsid w:val="001B016C"/>
    <w:rsid w:val="001B41F2"/>
    <w:rsid w:val="001B6145"/>
    <w:rsid w:val="001B6C1A"/>
    <w:rsid w:val="001C11EA"/>
    <w:rsid w:val="001C1764"/>
    <w:rsid w:val="001C695D"/>
    <w:rsid w:val="001C7788"/>
    <w:rsid w:val="001D13CA"/>
    <w:rsid w:val="001D2E38"/>
    <w:rsid w:val="001D4FB5"/>
    <w:rsid w:val="001D571F"/>
    <w:rsid w:val="001D6C47"/>
    <w:rsid w:val="001E3698"/>
    <w:rsid w:val="001E7FE4"/>
    <w:rsid w:val="001F42DD"/>
    <w:rsid w:val="001F5CE1"/>
    <w:rsid w:val="002016E8"/>
    <w:rsid w:val="00207ACD"/>
    <w:rsid w:val="002118F4"/>
    <w:rsid w:val="00223EBA"/>
    <w:rsid w:val="00237B18"/>
    <w:rsid w:val="0024376D"/>
    <w:rsid w:val="0024424F"/>
    <w:rsid w:val="00263BB8"/>
    <w:rsid w:val="00270E02"/>
    <w:rsid w:val="0027112B"/>
    <w:rsid w:val="0027276C"/>
    <w:rsid w:val="0028484D"/>
    <w:rsid w:val="00286D3A"/>
    <w:rsid w:val="002910A4"/>
    <w:rsid w:val="00291F88"/>
    <w:rsid w:val="002A26A0"/>
    <w:rsid w:val="002A567D"/>
    <w:rsid w:val="002B1DDC"/>
    <w:rsid w:val="002B4205"/>
    <w:rsid w:val="002B52B0"/>
    <w:rsid w:val="002C0CA1"/>
    <w:rsid w:val="002C39F6"/>
    <w:rsid w:val="002C4932"/>
    <w:rsid w:val="002C6C85"/>
    <w:rsid w:val="002C77F1"/>
    <w:rsid w:val="002D3148"/>
    <w:rsid w:val="002D4CB6"/>
    <w:rsid w:val="002E4431"/>
    <w:rsid w:val="002E7A84"/>
    <w:rsid w:val="002F2684"/>
    <w:rsid w:val="00300170"/>
    <w:rsid w:val="003043D3"/>
    <w:rsid w:val="003121A1"/>
    <w:rsid w:val="003156AB"/>
    <w:rsid w:val="00320987"/>
    <w:rsid w:val="0032367F"/>
    <w:rsid w:val="00331D3C"/>
    <w:rsid w:val="0033516F"/>
    <w:rsid w:val="00340842"/>
    <w:rsid w:val="00340C4C"/>
    <w:rsid w:val="0034357E"/>
    <w:rsid w:val="00346CF9"/>
    <w:rsid w:val="00347A73"/>
    <w:rsid w:val="00366FC9"/>
    <w:rsid w:val="0037039C"/>
    <w:rsid w:val="00376F0C"/>
    <w:rsid w:val="00382BE5"/>
    <w:rsid w:val="003864F8"/>
    <w:rsid w:val="00391766"/>
    <w:rsid w:val="00393AE5"/>
    <w:rsid w:val="003944FC"/>
    <w:rsid w:val="003A76E4"/>
    <w:rsid w:val="003D6856"/>
    <w:rsid w:val="003E158A"/>
    <w:rsid w:val="003E4176"/>
    <w:rsid w:val="003E47A0"/>
    <w:rsid w:val="003F4D50"/>
    <w:rsid w:val="003F6140"/>
    <w:rsid w:val="00404588"/>
    <w:rsid w:val="00404CB6"/>
    <w:rsid w:val="00406C95"/>
    <w:rsid w:val="004130C7"/>
    <w:rsid w:val="00413E1B"/>
    <w:rsid w:val="004152F7"/>
    <w:rsid w:val="004168AE"/>
    <w:rsid w:val="00416D60"/>
    <w:rsid w:val="00427E30"/>
    <w:rsid w:val="004306D2"/>
    <w:rsid w:val="004361C2"/>
    <w:rsid w:val="00437F52"/>
    <w:rsid w:val="00440A02"/>
    <w:rsid w:val="00442AEB"/>
    <w:rsid w:val="00444AC9"/>
    <w:rsid w:val="00461AD3"/>
    <w:rsid w:val="0047122C"/>
    <w:rsid w:val="00471C1C"/>
    <w:rsid w:val="00477809"/>
    <w:rsid w:val="004819FB"/>
    <w:rsid w:val="00484733"/>
    <w:rsid w:val="004900D6"/>
    <w:rsid w:val="004963B0"/>
    <w:rsid w:val="00496EBC"/>
    <w:rsid w:val="004B41FB"/>
    <w:rsid w:val="004C0782"/>
    <w:rsid w:val="004C792E"/>
    <w:rsid w:val="004D5B50"/>
    <w:rsid w:val="004F12EB"/>
    <w:rsid w:val="004F5640"/>
    <w:rsid w:val="0050215D"/>
    <w:rsid w:val="005055CC"/>
    <w:rsid w:val="00505968"/>
    <w:rsid w:val="00515D15"/>
    <w:rsid w:val="00524E4C"/>
    <w:rsid w:val="00527371"/>
    <w:rsid w:val="0053594F"/>
    <w:rsid w:val="0053661D"/>
    <w:rsid w:val="00547D87"/>
    <w:rsid w:val="00555AE0"/>
    <w:rsid w:val="00557C29"/>
    <w:rsid w:val="005643BF"/>
    <w:rsid w:val="00571B8D"/>
    <w:rsid w:val="005758C3"/>
    <w:rsid w:val="0058015B"/>
    <w:rsid w:val="0058460F"/>
    <w:rsid w:val="00586126"/>
    <w:rsid w:val="00586705"/>
    <w:rsid w:val="00591642"/>
    <w:rsid w:val="005A0150"/>
    <w:rsid w:val="005A37C1"/>
    <w:rsid w:val="005A446A"/>
    <w:rsid w:val="005A4C11"/>
    <w:rsid w:val="005A5A52"/>
    <w:rsid w:val="005B7258"/>
    <w:rsid w:val="005C0CC1"/>
    <w:rsid w:val="005C63DD"/>
    <w:rsid w:val="005C73A9"/>
    <w:rsid w:val="005D295A"/>
    <w:rsid w:val="005D5C27"/>
    <w:rsid w:val="005F4BC0"/>
    <w:rsid w:val="005F6024"/>
    <w:rsid w:val="005F6740"/>
    <w:rsid w:val="00603C1F"/>
    <w:rsid w:val="00613B4E"/>
    <w:rsid w:val="0062333E"/>
    <w:rsid w:val="0063127F"/>
    <w:rsid w:val="006336CF"/>
    <w:rsid w:val="00636491"/>
    <w:rsid w:val="00637B68"/>
    <w:rsid w:val="00644A82"/>
    <w:rsid w:val="006456CA"/>
    <w:rsid w:val="00654DB5"/>
    <w:rsid w:val="006653A8"/>
    <w:rsid w:val="00672CB1"/>
    <w:rsid w:val="006A5700"/>
    <w:rsid w:val="006B137E"/>
    <w:rsid w:val="006B71AD"/>
    <w:rsid w:val="006C49B3"/>
    <w:rsid w:val="006C77D2"/>
    <w:rsid w:val="006E151C"/>
    <w:rsid w:val="006E2488"/>
    <w:rsid w:val="006F2022"/>
    <w:rsid w:val="00702929"/>
    <w:rsid w:val="00705969"/>
    <w:rsid w:val="00715134"/>
    <w:rsid w:val="007216F0"/>
    <w:rsid w:val="007244B9"/>
    <w:rsid w:val="007325B4"/>
    <w:rsid w:val="00733682"/>
    <w:rsid w:val="007411C3"/>
    <w:rsid w:val="00746D23"/>
    <w:rsid w:val="007506A4"/>
    <w:rsid w:val="007602C7"/>
    <w:rsid w:val="00761AA3"/>
    <w:rsid w:val="00767EB2"/>
    <w:rsid w:val="00771EB4"/>
    <w:rsid w:val="00781CEF"/>
    <w:rsid w:val="00786469"/>
    <w:rsid w:val="007971B2"/>
    <w:rsid w:val="007A37AA"/>
    <w:rsid w:val="007B21C8"/>
    <w:rsid w:val="007B33FE"/>
    <w:rsid w:val="007B3B1C"/>
    <w:rsid w:val="007B7BB0"/>
    <w:rsid w:val="007C0336"/>
    <w:rsid w:val="007C1B3D"/>
    <w:rsid w:val="007C33ED"/>
    <w:rsid w:val="007D08B9"/>
    <w:rsid w:val="007D7563"/>
    <w:rsid w:val="007F0FAC"/>
    <w:rsid w:val="007F5887"/>
    <w:rsid w:val="0081750A"/>
    <w:rsid w:val="008272CC"/>
    <w:rsid w:val="00830181"/>
    <w:rsid w:val="008310A1"/>
    <w:rsid w:val="008405EA"/>
    <w:rsid w:val="008465E7"/>
    <w:rsid w:val="00861269"/>
    <w:rsid w:val="00863069"/>
    <w:rsid w:val="008722E9"/>
    <w:rsid w:val="00873FBC"/>
    <w:rsid w:val="008772B6"/>
    <w:rsid w:val="008774EA"/>
    <w:rsid w:val="00881598"/>
    <w:rsid w:val="008817DC"/>
    <w:rsid w:val="00883C9A"/>
    <w:rsid w:val="00885302"/>
    <w:rsid w:val="00885C93"/>
    <w:rsid w:val="00890ECD"/>
    <w:rsid w:val="00892BD7"/>
    <w:rsid w:val="008944C5"/>
    <w:rsid w:val="00894A86"/>
    <w:rsid w:val="008A284D"/>
    <w:rsid w:val="008A52D8"/>
    <w:rsid w:val="008B4254"/>
    <w:rsid w:val="008D5D3F"/>
    <w:rsid w:val="008E199E"/>
    <w:rsid w:val="008E318A"/>
    <w:rsid w:val="008F190C"/>
    <w:rsid w:val="008F4EBD"/>
    <w:rsid w:val="008F709A"/>
    <w:rsid w:val="008F73A2"/>
    <w:rsid w:val="00901E24"/>
    <w:rsid w:val="00906252"/>
    <w:rsid w:val="00907BFD"/>
    <w:rsid w:val="009104EA"/>
    <w:rsid w:val="00915278"/>
    <w:rsid w:val="009230BB"/>
    <w:rsid w:val="0092413D"/>
    <w:rsid w:val="00935436"/>
    <w:rsid w:val="00940DA6"/>
    <w:rsid w:val="00944338"/>
    <w:rsid w:val="00955F24"/>
    <w:rsid w:val="00961213"/>
    <w:rsid w:val="00966AB6"/>
    <w:rsid w:val="009670E6"/>
    <w:rsid w:val="009700F9"/>
    <w:rsid w:val="0097551A"/>
    <w:rsid w:val="0098618C"/>
    <w:rsid w:val="00986452"/>
    <w:rsid w:val="0099064B"/>
    <w:rsid w:val="00991C0D"/>
    <w:rsid w:val="009A52C8"/>
    <w:rsid w:val="009B0F38"/>
    <w:rsid w:val="009B382E"/>
    <w:rsid w:val="009C5A28"/>
    <w:rsid w:val="009D71DC"/>
    <w:rsid w:val="009E17C6"/>
    <w:rsid w:val="009E45DB"/>
    <w:rsid w:val="009E4C22"/>
    <w:rsid w:val="009E69B5"/>
    <w:rsid w:val="009F0B3B"/>
    <w:rsid w:val="00A06D03"/>
    <w:rsid w:val="00A14B2B"/>
    <w:rsid w:val="00A20335"/>
    <w:rsid w:val="00A20CA3"/>
    <w:rsid w:val="00A2315E"/>
    <w:rsid w:val="00A2364F"/>
    <w:rsid w:val="00A2517B"/>
    <w:rsid w:val="00A26223"/>
    <w:rsid w:val="00A27F9E"/>
    <w:rsid w:val="00A37075"/>
    <w:rsid w:val="00A4671B"/>
    <w:rsid w:val="00A469CC"/>
    <w:rsid w:val="00A74F56"/>
    <w:rsid w:val="00A76036"/>
    <w:rsid w:val="00A97579"/>
    <w:rsid w:val="00AA117F"/>
    <w:rsid w:val="00AA1E2E"/>
    <w:rsid w:val="00AB564A"/>
    <w:rsid w:val="00AB5988"/>
    <w:rsid w:val="00AC18F7"/>
    <w:rsid w:val="00AC3CCA"/>
    <w:rsid w:val="00AD0D03"/>
    <w:rsid w:val="00AD610C"/>
    <w:rsid w:val="00AE21C5"/>
    <w:rsid w:val="00AE7330"/>
    <w:rsid w:val="00B111BC"/>
    <w:rsid w:val="00B15140"/>
    <w:rsid w:val="00B1628A"/>
    <w:rsid w:val="00B16467"/>
    <w:rsid w:val="00B239B9"/>
    <w:rsid w:val="00B249BB"/>
    <w:rsid w:val="00B379BE"/>
    <w:rsid w:val="00B41A57"/>
    <w:rsid w:val="00B524F4"/>
    <w:rsid w:val="00B53FB1"/>
    <w:rsid w:val="00B61A72"/>
    <w:rsid w:val="00B66DE2"/>
    <w:rsid w:val="00B70B18"/>
    <w:rsid w:val="00B710FC"/>
    <w:rsid w:val="00B91E79"/>
    <w:rsid w:val="00BA6632"/>
    <w:rsid w:val="00BB3694"/>
    <w:rsid w:val="00BC6584"/>
    <w:rsid w:val="00BC7A0B"/>
    <w:rsid w:val="00BE130A"/>
    <w:rsid w:val="00BE42B4"/>
    <w:rsid w:val="00BF07B3"/>
    <w:rsid w:val="00BF240B"/>
    <w:rsid w:val="00BF3C84"/>
    <w:rsid w:val="00BF4AF4"/>
    <w:rsid w:val="00BF4F0F"/>
    <w:rsid w:val="00BF5674"/>
    <w:rsid w:val="00C0342D"/>
    <w:rsid w:val="00C040A5"/>
    <w:rsid w:val="00C1242A"/>
    <w:rsid w:val="00C14B73"/>
    <w:rsid w:val="00C268B9"/>
    <w:rsid w:val="00C40E04"/>
    <w:rsid w:val="00C4105E"/>
    <w:rsid w:val="00C46867"/>
    <w:rsid w:val="00C47846"/>
    <w:rsid w:val="00C7008B"/>
    <w:rsid w:val="00C72F1C"/>
    <w:rsid w:val="00C759F9"/>
    <w:rsid w:val="00C8190A"/>
    <w:rsid w:val="00C82A2F"/>
    <w:rsid w:val="00C83578"/>
    <w:rsid w:val="00C84065"/>
    <w:rsid w:val="00C85607"/>
    <w:rsid w:val="00C858B4"/>
    <w:rsid w:val="00C97748"/>
    <w:rsid w:val="00CA7357"/>
    <w:rsid w:val="00CB0B5F"/>
    <w:rsid w:val="00CC0141"/>
    <w:rsid w:val="00CC05C5"/>
    <w:rsid w:val="00CD2CB6"/>
    <w:rsid w:val="00CD4580"/>
    <w:rsid w:val="00CD7179"/>
    <w:rsid w:val="00CE0970"/>
    <w:rsid w:val="00CE2F89"/>
    <w:rsid w:val="00CE3E77"/>
    <w:rsid w:val="00CE576C"/>
    <w:rsid w:val="00CF0BF6"/>
    <w:rsid w:val="00CF12F0"/>
    <w:rsid w:val="00D00B90"/>
    <w:rsid w:val="00D036AF"/>
    <w:rsid w:val="00D149A4"/>
    <w:rsid w:val="00D21230"/>
    <w:rsid w:val="00D21987"/>
    <w:rsid w:val="00D21A66"/>
    <w:rsid w:val="00D3230C"/>
    <w:rsid w:val="00D327B3"/>
    <w:rsid w:val="00D3331F"/>
    <w:rsid w:val="00D345F3"/>
    <w:rsid w:val="00D37916"/>
    <w:rsid w:val="00D4484C"/>
    <w:rsid w:val="00D47DB1"/>
    <w:rsid w:val="00D640BB"/>
    <w:rsid w:val="00D67230"/>
    <w:rsid w:val="00D8504C"/>
    <w:rsid w:val="00D87EE4"/>
    <w:rsid w:val="00D906B7"/>
    <w:rsid w:val="00D94027"/>
    <w:rsid w:val="00DA1F49"/>
    <w:rsid w:val="00DC065B"/>
    <w:rsid w:val="00DC2919"/>
    <w:rsid w:val="00DC7690"/>
    <w:rsid w:val="00DD5913"/>
    <w:rsid w:val="00DD6385"/>
    <w:rsid w:val="00DE6D8E"/>
    <w:rsid w:val="00E1306A"/>
    <w:rsid w:val="00E14FE5"/>
    <w:rsid w:val="00E20E4E"/>
    <w:rsid w:val="00E266F6"/>
    <w:rsid w:val="00E307EC"/>
    <w:rsid w:val="00E452C9"/>
    <w:rsid w:val="00E527BC"/>
    <w:rsid w:val="00E53105"/>
    <w:rsid w:val="00E65C8C"/>
    <w:rsid w:val="00E66BE6"/>
    <w:rsid w:val="00E73A37"/>
    <w:rsid w:val="00E821A8"/>
    <w:rsid w:val="00E84D1F"/>
    <w:rsid w:val="00E867B0"/>
    <w:rsid w:val="00E90B27"/>
    <w:rsid w:val="00E9103A"/>
    <w:rsid w:val="00E9327F"/>
    <w:rsid w:val="00E93B69"/>
    <w:rsid w:val="00EA33F8"/>
    <w:rsid w:val="00EA38CC"/>
    <w:rsid w:val="00EA759A"/>
    <w:rsid w:val="00EC3040"/>
    <w:rsid w:val="00EC7D3A"/>
    <w:rsid w:val="00ED3C18"/>
    <w:rsid w:val="00ED53D6"/>
    <w:rsid w:val="00F03F27"/>
    <w:rsid w:val="00F041BC"/>
    <w:rsid w:val="00F06AB5"/>
    <w:rsid w:val="00F1236D"/>
    <w:rsid w:val="00F1473C"/>
    <w:rsid w:val="00F16C51"/>
    <w:rsid w:val="00F2322D"/>
    <w:rsid w:val="00F24A98"/>
    <w:rsid w:val="00F352BC"/>
    <w:rsid w:val="00F426AE"/>
    <w:rsid w:val="00F4584C"/>
    <w:rsid w:val="00F47C1F"/>
    <w:rsid w:val="00F5283D"/>
    <w:rsid w:val="00F56591"/>
    <w:rsid w:val="00F56943"/>
    <w:rsid w:val="00F649E9"/>
    <w:rsid w:val="00F70C07"/>
    <w:rsid w:val="00F779DE"/>
    <w:rsid w:val="00F81B07"/>
    <w:rsid w:val="00F90653"/>
    <w:rsid w:val="00F91897"/>
    <w:rsid w:val="00F941BA"/>
    <w:rsid w:val="00F94C5D"/>
    <w:rsid w:val="00FA5E30"/>
    <w:rsid w:val="00FA63F8"/>
    <w:rsid w:val="00FA755F"/>
    <w:rsid w:val="00FB0846"/>
    <w:rsid w:val="00FB70B8"/>
    <w:rsid w:val="00FC1E2F"/>
    <w:rsid w:val="00FC41CD"/>
    <w:rsid w:val="00FC5D06"/>
    <w:rsid w:val="00FD7F0E"/>
    <w:rsid w:val="00FE326B"/>
    <w:rsid w:val="00FF3120"/>
    <w:rsid w:val="00FF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6330B50-E0C9-4F16-8EE7-859C7F63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A74F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6">
    <w:name w:val="МФ РТ"/>
    <w:basedOn w:val="10"/>
    <w:link w:val="a7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basedOn w:val="a0"/>
    <w:link w:val="10"/>
    <w:rsid w:val="005C0CC1"/>
    <w:rPr>
      <w:sz w:val="28"/>
    </w:rPr>
  </w:style>
  <w:style w:type="character" w:customStyle="1" w:styleId="a7">
    <w:name w:val="МФ РТ Знак"/>
    <w:basedOn w:val="11"/>
    <w:link w:val="a6"/>
    <w:rsid w:val="005C0CC1"/>
    <w:rPr>
      <w:sz w:val="28"/>
      <w:lang w:val="en-US"/>
    </w:rPr>
  </w:style>
  <w:style w:type="character" w:styleId="a8">
    <w:name w:val="Hyperlink"/>
    <w:basedOn w:val="a0"/>
    <w:rsid w:val="00F91897"/>
    <w:rPr>
      <w:color w:val="0000FF"/>
      <w:u w:val="single"/>
    </w:rPr>
  </w:style>
  <w:style w:type="paragraph" w:styleId="a9">
    <w:name w:val="Balloon Text"/>
    <w:basedOn w:val="a"/>
    <w:link w:val="aa"/>
    <w:rsid w:val="002910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12">
    <w:name w:val="Стиль1"/>
    <w:basedOn w:val="a"/>
    <w:link w:val="13"/>
    <w:qFormat/>
    <w:rsid w:val="00F5283D"/>
    <w:pPr>
      <w:spacing w:line="288" w:lineRule="auto"/>
    </w:pPr>
    <w:rPr>
      <w:sz w:val="28"/>
    </w:rPr>
  </w:style>
  <w:style w:type="character" w:customStyle="1" w:styleId="13">
    <w:name w:val="Стиль1 Знак"/>
    <w:link w:val="12"/>
    <w:rsid w:val="00F5283D"/>
    <w:rPr>
      <w:sz w:val="28"/>
    </w:rPr>
  </w:style>
  <w:style w:type="paragraph" w:customStyle="1" w:styleId="ConsPlusNormal">
    <w:name w:val="ConsPlusNormal"/>
    <w:rsid w:val="00885302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A74F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basedOn w:val="a"/>
    <w:uiPriority w:val="34"/>
    <w:qFormat/>
    <w:rsid w:val="00263BB8"/>
    <w:pPr>
      <w:ind w:left="720"/>
      <w:contextualSpacing/>
    </w:pPr>
  </w:style>
  <w:style w:type="table" w:styleId="ac">
    <w:name w:val="Table Grid"/>
    <w:basedOn w:val="a1"/>
    <w:rsid w:val="007B2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Templ97\bl_mf1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641E0-1017-40C3-8A92-B4DF2E88F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bl_mf14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2293</CharactersWithSpaces>
  <SharedDoc>false</SharedDoc>
  <HLinks>
    <vt:vector size="6" baseType="variant">
      <vt:variant>
        <vt:i4>1245227</vt:i4>
      </vt:variant>
      <vt:variant>
        <vt:i4>0</vt:i4>
      </vt:variant>
      <vt:variant>
        <vt:i4>0</vt:i4>
      </vt:variant>
      <vt:variant>
        <vt:i4>5</vt:i4>
      </vt:variant>
      <vt:variant>
        <vt:lpwstr>mailto:minfin@tatar.ru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Ekaterina.Smirnova</dc:creator>
  <cp:lastModifiedBy>Зайнуллина З.А.</cp:lastModifiedBy>
  <cp:revision>2</cp:revision>
  <cp:lastPrinted>2023-08-29T10:58:00Z</cp:lastPrinted>
  <dcterms:created xsi:type="dcterms:W3CDTF">2023-09-04T10:46:00Z</dcterms:created>
  <dcterms:modified xsi:type="dcterms:W3CDTF">2023-09-04T10:46:00Z</dcterms:modified>
</cp:coreProperties>
</file>